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7B1" w:rsidRDefault="00E557B1" w:rsidP="00686C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Ξένη Γλώσσα-Αγγλικά</w:t>
      </w:r>
    </w:p>
    <w:p w:rsidR="00E557B1" w:rsidRDefault="00E557B1" w:rsidP="00686CF0">
      <w:pPr>
        <w:rPr>
          <w:rFonts w:ascii="Times New Roman" w:hAnsi="Times New Roman"/>
          <w:b/>
          <w:sz w:val="28"/>
          <w:szCs w:val="28"/>
        </w:rPr>
      </w:pPr>
    </w:p>
    <w:p w:rsidR="00E557B1" w:rsidRDefault="00E557B1" w:rsidP="00686CF0">
      <w:pPr>
        <w:rPr>
          <w:rFonts w:ascii="Times New Roman" w:hAnsi="Times New Roman"/>
          <w:b/>
          <w:sz w:val="28"/>
          <w:szCs w:val="28"/>
        </w:rPr>
      </w:pPr>
    </w:p>
    <w:p w:rsidR="00E557B1" w:rsidRDefault="00E557B1" w:rsidP="00686C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Προσδοκώμενα αποτελέσματα</w:t>
      </w:r>
    </w:p>
    <w:p w:rsidR="00E557B1" w:rsidRDefault="00E557B1" w:rsidP="00686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Οι φοιτητές φοιτήτριες να είναι σε θέση να </w:t>
      </w:r>
    </w:p>
    <w:p w:rsidR="00E557B1" w:rsidRDefault="00E557B1" w:rsidP="00686CF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κατανοούν, </w:t>
      </w:r>
    </w:p>
    <w:p w:rsidR="00E557B1" w:rsidRDefault="00E557B1" w:rsidP="00686CF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γράφουν και </w:t>
      </w:r>
    </w:p>
    <w:p w:rsidR="00E557B1" w:rsidRDefault="00E557B1" w:rsidP="00686CF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διαβάζουν κείμενα της ειδικότητας τους γραμμένα στα Αγγλικά.</w:t>
      </w:r>
    </w:p>
    <w:p w:rsidR="00E557B1" w:rsidRDefault="00E557B1" w:rsidP="00686CF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επικοινωνούν σε άλλους ότι διαβάζουν</w:t>
      </w:r>
    </w:p>
    <w:p w:rsidR="00E557B1" w:rsidRDefault="00E557B1" w:rsidP="00686CF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εξοικείωση και άσκηση των φοιτητών μέσα από αυθεντικά κείμενα διαβαθμισμένης δυσκολίας, σχετικά με την ειδικότητα των Οικονομικών Επιστημών.</w:t>
      </w:r>
    </w:p>
    <w:p w:rsidR="00E557B1" w:rsidRDefault="00E557B1" w:rsidP="00686CF0">
      <w:pPr>
        <w:rPr>
          <w:rFonts w:ascii="Times New Roman" w:hAnsi="Times New Roman"/>
          <w:sz w:val="28"/>
          <w:szCs w:val="28"/>
        </w:rPr>
      </w:pPr>
    </w:p>
    <w:p w:rsidR="00E557B1" w:rsidRDefault="00E557B1" w:rsidP="00686C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Μαθησιακά αποτελέσματα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κατανόηση του περιεχομένου, εντοπισμό κεντρικής ιδέας, κύριων σημείων και συγκεκριμένων πληροφοριών.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γραπτή άσκηση στη μεταφορά πληροφοριών από κείμενο σε διάγραμμα, πίνακα κ.λ.π. 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έκθεση, αναφορά, περίληψη. Σημειώσεις από διάλεξη.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εκτέλεση προφορικών οδηγιών και εντολών.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σχολιασμός επιστημονικής ομιλίας και υποβολή ερωτήσεων.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συμμετοχή σε επιστημονική συζήτηση.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σύντομη προφορική παρουσίαση επιστημονικού θέματος.</w:t>
      </w:r>
    </w:p>
    <w:p w:rsidR="00E557B1" w:rsidRDefault="00E557B1" w:rsidP="00686CF0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λεξιλόγιο και φρασεολογία που σχετίζεται με τον επιστημονικό λόγο της ειδικότητας των Οικονομικών Επιστημών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E557B1" w:rsidRDefault="00E557B1" w:rsidP="00686CF0">
      <w:pPr>
        <w:pStyle w:val="ListParagraph"/>
        <w:rPr>
          <w:rFonts w:ascii="Times New Roman" w:hAnsi="Times New Roman"/>
          <w:sz w:val="28"/>
          <w:szCs w:val="28"/>
        </w:rPr>
      </w:pPr>
    </w:p>
    <w:p w:rsidR="00E557B1" w:rsidRDefault="00E557B1"/>
    <w:sectPr w:rsidR="00E557B1" w:rsidSect="003A7A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9456F"/>
    <w:multiLevelType w:val="hybridMultilevel"/>
    <w:tmpl w:val="CC382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9000C"/>
    <w:multiLevelType w:val="hybridMultilevel"/>
    <w:tmpl w:val="DEF62C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DFC"/>
    <w:rsid w:val="003A7A44"/>
    <w:rsid w:val="00686CF0"/>
    <w:rsid w:val="00867DFC"/>
    <w:rsid w:val="008E68B2"/>
    <w:rsid w:val="00A56E44"/>
    <w:rsid w:val="00CE5852"/>
    <w:rsid w:val="00E5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CF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6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5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141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Ξένη Γλώσσα-Αγγλικά</dc:title>
  <dc:subject/>
  <dc:creator>Olga</dc:creator>
  <cp:keywords/>
  <dc:description/>
  <cp:lastModifiedBy>user</cp:lastModifiedBy>
  <cp:revision>2</cp:revision>
  <dcterms:created xsi:type="dcterms:W3CDTF">2017-09-07T06:49:00Z</dcterms:created>
  <dcterms:modified xsi:type="dcterms:W3CDTF">2017-09-07T06:49:00Z</dcterms:modified>
</cp:coreProperties>
</file>